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81F" w:rsidRDefault="0015781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Experimenting with </w:t>
      </w:r>
      <w:r w:rsidR="00045A06">
        <w:t>_______________________</w:t>
      </w:r>
      <w:bookmarkStart w:id="0" w:name="_GoBack"/>
      <w:bookmarkEnd w:id="0"/>
    </w:p>
    <w:p w:rsidR="0015781F" w:rsidRDefault="0015781F"/>
    <w:p w:rsidR="0015781F" w:rsidRDefault="001505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6372225</wp:posOffset>
                </wp:positionH>
                <wp:positionV relativeFrom="paragraph">
                  <wp:posOffset>29845</wp:posOffset>
                </wp:positionV>
                <wp:extent cx="635" cy="6871970"/>
                <wp:effectExtent l="9525" t="9525" r="8890" b="508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87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501.75pt;margin-top:2.35pt;width:.05pt;height:54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144145</wp:posOffset>
                </wp:positionV>
                <wp:extent cx="0" cy="6633845"/>
                <wp:effectExtent l="9525" t="9525" r="9525" b="5080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3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.75pt;margin-top:11.35pt;width:0;height:5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io3HgIAADw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10795</wp:posOffset>
                </wp:positionV>
                <wp:extent cx="6362700" cy="19050"/>
                <wp:effectExtent l="9525" t="9525" r="9525" b="9525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27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.75pt;margin-top:.85pt;width:501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"/>
            </w:pict>
          </mc:Fallback>
        </mc:AlternateContent>
      </w:r>
      <w:r w:rsidR="0015781F">
        <w:t xml:space="preserve">Question  </w:t>
      </w:r>
    </w:p>
    <w:p w:rsidR="0015781F" w:rsidRDefault="001505C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307975</wp:posOffset>
                </wp:positionV>
                <wp:extent cx="6362700" cy="19050"/>
                <wp:effectExtent l="9525" t="13970" r="9525" b="508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27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.75pt;margin-top:24.25pt;width:501pt;height:1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"/>
            </w:pict>
          </mc:Fallback>
        </mc:AlternateContent>
      </w:r>
    </w:p>
    <w:p w:rsidR="0015781F" w:rsidRDefault="0015781F">
      <w:r>
        <w:t>Hypothesis:</w:t>
      </w:r>
    </w:p>
    <w:p w:rsidR="0015781F" w:rsidRDefault="0015781F"/>
    <w:p w:rsidR="0015781F" w:rsidRDefault="001505C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309880</wp:posOffset>
                </wp:positionV>
                <wp:extent cx="6362700" cy="9525"/>
                <wp:effectExtent l="9525" t="13970" r="9525" b="508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.75pt;margin-top:24.4pt;width:501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"/>
            </w:pict>
          </mc:Fallback>
        </mc:AlternateContent>
      </w:r>
    </w:p>
    <w:p w:rsidR="0015781F" w:rsidRDefault="0015781F">
      <w:r>
        <w:t>Materials</w:t>
      </w:r>
    </w:p>
    <w:p w:rsidR="0015781F" w:rsidRDefault="0015781F"/>
    <w:p w:rsidR="0015781F" w:rsidRDefault="0015781F"/>
    <w:p w:rsidR="0015781F" w:rsidRDefault="001505C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313055</wp:posOffset>
                </wp:positionV>
                <wp:extent cx="6362700" cy="19050"/>
                <wp:effectExtent l="9525" t="13970" r="9525" b="508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627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.75pt;margin-top:24.65pt;width:501pt;height:1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"/>
            </w:pict>
          </mc:Fallback>
        </mc:AlternateContent>
      </w:r>
    </w:p>
    <w:p w:rsidR="0015781F" w:rsidRDefault="0015781F">
      <w:r>
        <w:t>Set Up:</w:t>
      </w:r>
    </w:p>
    <w:p w:rsidR="0015781F" w:rsidRDefault="0015781F"/>
    <w:p w:rsidR="0015781F" w:rsidRDefault="0015781F"/>
    <w:p w:rsidR="0015781F" w:rsidRDefault="0015781F"/>
    <w:p w:rsidR="0015781F" w:rsidRDefault="001505C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21590</wp:posOffset>
                </wp:positionV>
                <wp:extent cx="0" cy="1743075"/>
                <wp:effectExtent l="9525" t="13970" r="9525" b="508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43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65pt;margin-top:1.7pt;width:0;height:13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6372860</wp:posOffset>
                </wp:positionH>
                <wp:positionV relativeFrom="paragraph">
                  <wp:posOffset>1888490</wp:posOffset>
                </wp:positionV>
                <wp:extent cx="0" cy="1219200"/>
                <wp:effectExtent l="10160" t="13970" r="8890" b="508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501.8pt;margin-top:148.7pt;width:0;height:9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T9HAIAADwEAAAOAAAAZHJzL2Uyb0RvYy54bWysU8GO2yAQvVfqPyDuWdupkyZWnNXKTnrZ&#10;tpF2+wEEsI2KAQGJE1X99w44iTb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3107690</wp:posOffset>
                </wp:positionV>
                <wp:extent cx="6362700" cy="0"/>
                <wp:effectExtent l="9525" t="13970" r="9525" b="508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.75pt;margin-top:244.7pt;width:50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dLZIA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1764665</wp:posOffset>
                </wp:positionV>
                <wp:extent cx="0" cy="1343025"/>
                <wp:effectExtent l="9525" t="13970" r="9525" b="508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.75pt;margin-top:138.95pt;width:0;height:10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SnKHQIAADw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21590</wp:posOffset>
                </wp:positionV>
                <wp:extent cx="6362700" cy="0"/>
                <wp:effectExtent l="9525" t="13970" r="9525" b="508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.75pt;margin-top:1.7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OW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1764665</wp:posOffset>
                </wp:positionV>
                <wp:extent cx="6362700" cy="0"/>
                <wp:effectExtent l="9525" t="13970" r="9525" b="508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.75pt;margin-top:138.95pt;width:50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21590</wp:posOffset>
                </wp:positionV>
                <wp:extent cx="28575" cy="1743075"/>
                <wp:effectExtent l="9525" t="13970" r="9525" b="508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743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33pt;margin-top:1.7pt;width:2.25pt;height:13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"/>
            </w:pict>
          </mc:Fallback>
        </mc:AlternateContent>
      </w:r>
      <w:r w:rsidR="0015781F">
        <w:t>Trial 1</w:t>
      </w:r>
      <w:r w:rsidR="0015781F">
        <w:tab/>
      </w:r>
      <w:r w:rsidR="0015781F">
        <w:tab/>
      </w:r>
      <w:r w:rsidR="0015781F">
        <w:tab/>
      </w:r>
      <w:r w:rsidR="0015781F">
        <w:tab/>
      </w:r>
      <w:r w:rsidR="0015781F">
        <w:tab/>
      </w:r>
      <w:r w:rsidR="0015781F">
        <w:tab/>
        <w:t>Trial 2</w:t>
      </w:r>
      <w:r w:rsidR="0015781F">
        <w:tab/>
      </w:r>
      <w:r w:rsidR="0015781F">
        <w:tab/>
      </w:r>
      <w:r w:rsidR="0015781F">
        <w:tab/>
      </w:r>
      <w:r w:rsidR="0015781F">
        <w:tab/>
      </w:r>
      <w:r w:rsidR="0015781F">
        <w:tab/>
        <w:t>Trial 3</w:t>
      </w:r>
    </w:p>
    <w:sectPr w:rsidR="0015781F" w:rsidSect="005E10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1F"/>
    <w:rsid w:val="00045A06"/>
    <w:rsid w:val="001505C4"/>
    <w:rsid w:val="0015781F"/>
    <w:rsid w:val="005E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2DE21622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lewisb</dc:creator>
  <cp:lastModifiedBy>lewisb</cp:lastModifiedBy>
  <cp:revision>3</cp:revision>
  <cp:lastPrinted>2010-12-01T10:19:00Z</cp:lastPrinted>
  <dcterms:created xsi:type="dcterms:W3CDTF">2011-10-14T08:28:00Z</dcterms:created>
  <dcterms:modified xsi:type="dcterms:W3CDTF">2011-10-26T09:12:00Z</dcterms:modified>
</cp:coreProperties>
</file>